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C2" w:rsidRPr="009C6300" w:rsidRDefault="008F6BC2" w:rsidP="00060864">
      <w:pPr>
        <w:pStyle w:val="Title"/>
        <w:jc w:val="right"/>
        <w:rPr>
          <w:b w:val="0"/>
          <w:sz w:val="20"/>
          <w:szCs w:val="20"/>
        </w:rPr>
      </w:pPr>
    </w:p>
    <w:p w:rsidR="008F6BC2" w:rsidRPr="009C6300" w:rsidRDefault="008F6BC2" w:rsidP="00060864">
      <w:pPr>
        <w:pStyle w:val="Heading1"/>
        <w:ind w:firstLine="374"/>
        <w:rPr>
          <w:b w:val="0"/>
          <w:bCs/>
          <w:szCs w:val="28"/>
        </w:rPr>
      </w:pPr>
      <w:r w:rsidRPr="009C6300">
        <w:rPr>
          <w:b w:val="0"/>
          <w:bCs/>
          <w:szCs w:val="28"/>
        </w:rPr>
        <w:t>СПб ГБОУ СПО «Колледж строительной индустрии и городского хозяйства»</w:t>
      </w:r>
    </w:p>
    <w:p w:rsidR="008F6BC2" w:rsidRPr="009C6300" w:rsidRDefault="008F6BC2" w:rsidP="00060864">
      <w:pPr>
        <w:jc w:val="center"/>
        <w:rPr>
          <w:rFonts w:ascii="Times New Roman" w:hAnsi="Times New Roman"/>
        </w:rPr>
      </w:pPr>
    </w:p>
    <w:p w:rsidR="008F6BC2" w:rsidRPr="009C6300" w:rsidRDefault="008F6BC2" w:rsidP="00060864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9C6300">
        <w:rPr>
          <w:rFonts w:ascii="Times New Roman" w:hAnsi="Times New Roman"/>
          <w:b/>
          <w:bCs/>
        </w:rPr>
        <w:t>Задание  на преддипломную   практику по специальности</w:t>
      </w:r>
    </w:p>
    <w:p w:rsidR="008F6BC2" w:rsidRPr="009C6300" w:rsidRDefault="008F6BC2" w:rsidP="00060864">
      <w:pPr>
        <w:widowControl w:val="0"/>
        <w:autoSpaceDE w:val="0"/>
        <w:autoSpaceDN w:val="0"/>
        <w:adjustRightInd w:val="0"/>
        <w:ind w:firstLine="374"/>
        <w:jc w:val="center"/>
        <w:rPr>
          <w:rFonts w:ascii="Times New Roman" w:hAnsi="Times New Roman"/>
          <w:b/>
          <w:bCs/>
        </w:rPr>
      </w:pPr>
      <w:r w:rsidRPr="009C6300">
        <w:rPr>
          <w:rFonts w:ascii="Times New Roman" w:hAnsi="Times New Roman"/>
          <w:b/>
          <w:bCs/>
        </w:rPr>
        <w:t xml:space="preserve">«Садово-парковое и ландшафтное строительство» </w:t>
      </w:r>
    </w:p>
    <w:p w:rsidR="008F6BC2" w:rsidRPr="009C6300" w:rsidRDefault="008F6BC2" w:rsidP="00060864">
      <w:pPr>
        <w:rPr>
          <w:rFonts w:ascii="Times New Roman" w:hAnsi="Times New Roman"/>
        </w:rPr>
      </w:pPr>
    </w:p>
    <w:p w:rsidR="008F6BC2" w:rsidRPr="009C6300" w:rsidRDefault="008F6BC2" w:rsidP="00060864">
      <w:pPr>
        <w:rPr>
          <w:rFonts w:ascii="Times New Roman" w:hAnsi="Times New Roman"/>
        </w:rPr>
      </w:pPr>
    </w:p>
    <w:p w:rsidR="008F6BC2" w:rsidRPr="009C6300" w:rsidRDefault="008F6BC2" w:rsidP="00060864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Студенту  _______________________</w:t>
      </w:r>
    </w:p>
    <w:p w:rsidR="008F6BC2" w:rsidRPr="009C6300" w:rsidRDefault="008F6BC2" w:rsidP="00060864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________группы.</w:t>
      </w:r>
    </w:p>
    <w:p w:rsidR="008F6BC2" w:rsidRPr="009C6300" w:rsidRDefault="008F6BC2" w:rsidP="00060864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 xml:space="preserve">Начало практики      ________________         </w:t>
      </w:r>
    </w:p>
    <w:p w:rsidR="008F6BC2" w:rsidRPr="009C6300" w:rsidRDefault="008F6BC2" w:rsidP="00060864">
      <w:pPr>
        <w:widowControl w:val="0"/>
        <w:autoSpaceDE w:val="0"/>
        <w:autoSpaceDN w:val="0"/>
        <w:adjustRightInd w:val="0"/>
        <w:ind w:left="5610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Окончание практики________________</w:t>
      </w:r>
    </w:p>
    <w:p w:rsidR="008F6BC2" w:rsidRPr="009C6300" w:rsidRDefault="008F6BC2" w:rsidP="00060864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</w:rPr>
      </w:pPr>
    </w:p>
    <w:p w:rsidR="008F6BC2" w:rsidRPr="009C6300" w:rsidRDefault="008F6BC2" w:rsidP="00060864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9C6300">
        <w:rPr>
          <w:rFonts w:ascii="Times New Roman" w:hAnsi="Times New Roman"/>
          <w:color w:val="000000"/>
          <w:spacing w:val="1"/>
          <w:sz w:val="20"/>
          <w:szCs w:val="20"/>
        </w:rPr>
        <w:t>Наименование организации _____________________________________________________________________</w:t>
      </w:r>
      <w:r w:rsidRPr="009C6300">
        <w:rPr>
          <w:rFonts w:ascii="Times New Roman" w:hAnsi="Times New Roman"/>
          <w:color w:val="000000"/>
          <w:spacing w:val="1"/>
          <w:sz w:val="20"/>
          <w:szCs w:val="20"/>
        </w:rPr>
        <w:br/>
        <w:t>Адрес управления _____________________________________________________________________________</w:t>
      </w:r>
    </w:p>
    <w:p w:rsidR="008F6BC2" w:rsidRPr="009C6300" w:rsidRDefault="008F6BC2" w:rsidP="00060864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9C6300">
        <w:rPr>
          <w:rFonts w:ascii="Times New Roman" w:hAnsi="Times New Roman"/>
          <w:color w:val="000000"/>
          <w:spacing w:val="1"/>
          <w:sz w:val="20"/>
          <w:szCs w:val="20"/>
        </w:rPr>
        <w:t>Адрес управления, на котором проводится практика    _____________________________________________</w:t>
      </w:r>
    </w:p>
    <w:p w:rsidR="008F6BC2" w:rsidRPr="009C6300" w:rsidRDefault="008F6BC2" w:rsidP="00060864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9C6300">
        <w:rPr>
          <w:rFonts w:ascii="Times New Roman" w:hAnsi="Times New Roman"/>
          <w:color w:val="000000"/>
          <w:spacing w:val="1"/>
          <w:sz w:val="20"/>
          <w:szCs w:val="20"/>
        </w:rPr>
        <w:t>телефон производства  _________________________________________________________</w:t>
      </w:r>
      <w:r w:rsidRPr="009C6300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8F6BC2" w:rsidRPr="009C6300" w:rsidRDefault="008F6BC2" w:rsidP="00060864">
      <w:pPr>
        <w:shd w:val="clear" w:color="auto" w:fill="FFFFFF"/>
        <w:tabs>
          <w:tab w:val="left" w:leader="underscore" w:pos="3053"/>
        </w:tabs>
        <w:spacing w:line="274" w:lineRule="exact"/>
        <w:ind w:right="-68"/>
        <w:rPr>
          <w:rFonts w:ascii="Times New Roman" w:hAnsi="Times New Roman"/>
          <w:color w:val="000000"/>
          <w:spacing w:val="1"/>
          <w:sz w:val="20"/>
          <w:szCs w:val="20"/>
        </w:rPr>
      </w:pPr>
      <w:r w:rsidRPr="009C6300">
        <w:rPr>
          <w:rFonts w:ascii="Times New Roman" w:hAnsi="Times New Roman"/>
          <w:color w:val="000000"/>
          <w:spacing w:val="1"/>
          <w:sz w:val="20"/>
          <w:szCs w:val="20"/>
        </w:rPr>
        <w:t>Ответственный руководитель по практике от колледжа  _____________________________________________</w:t>
      </w:r>
    </w:p>
    <w:p w:rsidR="008F6BC2" w:rsidRPr="009C6300" w:rsidRDefault="008F6BC2" w:rsidP="00060864">
      <w:pPr>
        <w:shd w:val="clear" w:color="auto" w:fill="FFFFFF"/>
        <w:tabs>
          <w:tab w:val="left" w:leader="underscore" w:pos="3053"/>
        </w:tabs>
        <w:spacing w:line="274" w:lineRule="exact"/>
        <w:ind w:right="-68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9C6300">
        <w:rPr>
          <w:rFonts w:ascii="Times New Roman" w:hAnsi="Times New Roman"/>
          <w:color w:val="000000"/>
          <w:spacing w:val="1"/>
          <w:sz w:val="20"/>
          <w:szCs w:val="20"/>
        </w:rPr>
        <w:t>Телефон ____________________________________________________________________</w:t>
      </w:r>
      <w:r w:rsidRPr="009C6300">
        <w:rPr>
          <w:rFonts w:ascii="Times New Roman" w:hAnsi="Times New Roman"/>
          <w:color w:val="000000"/>
          <w:spacing w:val="1"/>
          <w:sz w:val="20"/>
          <w:szCs w:val="20"/>
        </w:rPr>
        <w:tab/>
      </w:r>
    </w:p>
    <w:p w:rsidR="008F6BC2" w:rsidRPr="009C6300" w:rsidRDefault="008F6BC2" w:rsidP="00060864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color w:val="000000"/>
          <w:spacing w:val="9"/>
        </w:rPr>
      </w:pPr>
    </w:p>
    <w:p w:rsidR="008F6BC2" w:rsidRPr="009C6300" w:rsidRDefault="008F6BC2" w:rsidP="00060864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 xml:space="preserve">В основу задания по преддипломной практике положена программа по практике. </w:t>
      </w:r>
    </w:p>
    <w:p w:rsidR="008F6BC2" w:rsidRPr="009C6300" w:rsidRDefault="008F6BC2" w:rsidP="00060864">
      <w:pPr>
        <w:shd w:val="clear" w:color="auto" w:fill="FFFFFF"/>
        <w:spacing w:line="274" w:lineRule="exact"/>
        <w:ind w:firstLine="540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Во время практики студент составляет отчет, выполняет план-график и собирает материалы для отчета и дипломного проекта. Ответы на вопросы программы должны иметь конкретный характер, отражающий особенности производства и технологические приемы отрасли. Соответствия изложенных ответов подтверждаются руководителем практики на производстве.</w:t>
      </w:r>
    </w:p>
    <w:p w:rsidR="008F6BC2" w:rsidRPr="009C6300" w:rsidRDefault="008F6BC2" w:rsidP="00060864">
      <w:pPr>
        <w:shd w:val="clear" w:color="auto" w:fill="FFFFFF"/>
        <w:spacing w:line="274" w:lineRule="exact"/>
        <w:ind w:left="134" w:right="518" w:firstLine="542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 xml:space="preserve">Руководитель практики от колледжа проверяет содержание записей о проделанной работе, оценивает правильность и своевременность этих записей. </w:t>
      </w:r>
    </w:p>
    <w:p w:rsidR="008F6BC2" w:rsidRPr="009C6300" w:rsidRDefault="008F6BC2" w:rsidP="00060864">
      <w:pPr>
        <w:shd w:val="clear" w:color="auto" w:fill="FFFFFF"/>
        <w:spacing w:line="274" w:lineRule="exact"/>
        <w:ind w:left="134" w:right="518" w:firstLine="542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Студент по окончанию практики представляет в учебное заведение отчет, заверенный от производства с оценкой, заключение-характеристику, копии приказов и табель выхода на работу, собранные материалы.</w:t>
      </w:r>
    </w:p>
    <w:p w:rsidR="008F6BC2" w:rsidRPr="009C6300" w:rsidRDefault="008F6BC2" w:rsidP="00060864">
      <w:pPr>
        <w:shd w:val="clear" w:color="auto" w:fill="FFFFFF"/>
        <w:spacing w:before="288"/>
        <w:ind w:left="2573"/>
        <w:rPr>
          <w:rFonts w:ascii="Times New Roman" w:hAnsi="Times New Roman"/>
          <w:b/>
          <w:sz w:val="20"/>
          <w:szCs w:val="20"/>
        </w:rPr>
      </w:pPr>
      <w:r w:rsidRPr="009C6300">
        <w:rPr>
          <w:rFonts w:ascii="Times New Roman" w:hAnsi="Times New Roman"/>
          <w:b/>
          <w:sz w:val="20"/>
          <w:szCs w:val="20"/>
        </w:rPr>
        <w:t>План-график преддипломной практики.</w:t>
      </w:r>
    </w:p>
    <w:p w:rsidR="008F6BC2" w:rsidRPr="009C6300" w:rsidRDefault="008F6BC2" w:rsidP="00060864">
      <w:pPr>
        <w:spacing w:after="264" w:line="1" w:lineRule="exact"/>
        <w:rPr>
          <w:rFonts w:ascii="Times New Roman" w:hAnsi="Times New Roman"/>
          <w:sz w:val="20"/>
          <w:szCs w:val="20"/>
        </w:rPr>
      </w:pPr>
    </w:p>
    <w:tbl>
      <w:tblPr>
        <w:tblW w:w="985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123"/>
        <w:gridCol w:w="1008"/>
        <w:gridCol w:w="1018"/>
      </w:tblGrid>
      <w:tr w:rsidR="008F6BC2" w:rsidRPr="009C6300" w:rsidTr="00A12AD2">
        <w:trPr>
          <w:cantSplit/>
          <w:trHeight w:hRule="exact" w:val="30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30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ind w:right="46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300">
              <w:rPr>
                <w:rFonts w:ascii="Times New Roman" w:hAnsi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F6BC2" w:rsidRPr="009C6300" w:rsidRDefault="008F6BC2" w:rsidP="00A12AD2">
            <w:pPr>
              <w:shd w:val="clear" w:color="auto" w:fill="FFFFFF"/>
              <w:spacing w:line="274" w:lineRule="exact"/>
              <w:ind w:left="38" w:right="2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300">
              <w:rPr>
                <w:rFonts w:ascii="Times New Roman" w:hAnsi="Times New Roman"/>
                <w:b/>
                <w:sz w:val="20"/>
                <w:szCs w:val="20"/>
              </w:rPr>
              <w:t>Продолжительность периода практики - 5 недель</w:t>
            </w:r>
          </w:p>
        </w:tc>
        <w:tc>
          <w:tcPr>
            <w:tcW w:w="10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300">
              <w:rPr>
                <w:rFonts w:ascii="Times New Roman" w:hAnsi="Times New Roman"/>
                <w:b/>
                <w:sz w:val="20"/>
                <w:szCs w:val="20"/>
              </w:rPr>
              <w:t>дни</w:t>
            </w:r>
          </w:p>
          <w:p w:rsidR="008F6BC2" w:rsidRPr="009C6300" w:rsidRDefault="008F6BC2" w:rsidP="00A12AD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8F6BC2" w:rsidRPr="009C6300" w:rsidRDefault="008F6BC2" w:rsidP="00A12AD2">
            <w:pPr>
              <w:shd w:val="clear" w:color="auto" w:fill="FFFFFF"/>
              <w:spacing w:line="763" w:lineRule="exact"/>
              <w:ind w:right="4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0,5       0,5</w:t>
            </w:r>
          </w:p>
          <w:p w:rsidR="008F6BC2" w:rsidRPr="009C6300" w:rsidRDefault="008F6BC2" w:rsidP="00A12AD2">
            <w:pPr>
              <w:shd w:val="clear" w:color="auto" w:fill="FFFFFF"/>
              <w:spacing w:line="763" w:lineRule="exact"/>
              <w:ind w:right="4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 xml:space="preserve">    2</w:t>
            </w:r>
          </w:p>
          <w:p w:rsidR="008F6BC2" w:rsidRPr="009C6300" w:rsidRDefault="008F6BC2" w:rsidP="00A12AD2">
            <w:pPr>
              <w:shd w:val="clear" w:color="auto" w:fill="FFFFFF"/>
              <w:spacing w:line="763" w:lineRule="exact"/>
              <w:ind w:right="4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 xml:space="preserve">     14</w:t>
            </w:r>
          </w:p>
          <w:p w:rsidR="008F6BC2" w:rsidRPr="009C6300" w:rsidRDefault="008F6BC2" w:rsidP="00A12AD2">
            <w:pPr>
              <w:shd w:val="clear" w:color="auto" w:fill="FFFFFF"/>
              <w:spacing w:line="763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F6BC2" w:rsidRPr="009C6300" w:rsidRDefault="008F6BC2" w:rsidP="00A12AD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F6BC2" w:rsidRPr="009C6300" w:rsidTr="00A12AD2">
        <w:trPr>
          <w:cantSplit/>
          <w:trHeight w:hRule="exact" w:val="5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6BC2" w:rsidRPr="009C6300" w:rsidRDefault="008F6BC2" w:rsidP="00A12AD2">
            <w:pPr>
              <w:shd w:val="clear" w:color="auto" w:fill="FFFFFF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Ознакомление с объектом практики, инструктаж по технике безопасности, беседа с руководителем практики от производства.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BC2" w:rsidRPr="009C6300" w:rsidTr="00A12AD2">
        <w:trPr>
          <w:cantSplit/>
          <w:trHeight w:hRule="exact" w:val="76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6BC2" w:rsidRPr="009C6300" w:rsidRDefault="008F6BC2" w:rsidP="00A12AD2">
            <w:pPr>
              <w:shd w:val="clear" w:color="auto" w:fill="FFFFFF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Беседа по организации строительства. Заказчик, подрядчик, субподрядчики. Права и обязанности мастера, контроль качества строительства.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4" w:lineRule="exact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BC2" w:rsidRPr="009C6300" w:rsidTr="00A12AD2">
        <w:trPr>
          <w:cantSplit/>
          <w:trHeight w:hRule="exact" w:val="76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6BC2" w:rsidRPr="009C6300" w:rsidRDefault="008F6BC2" w:rsidP="00A12AD2">
            <w:pPr>
              <w:shd w:val="clear" w:color="auto" w:fill="FFFFFF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Ознакомление со структурой организации, с характеристикой объекта (назначением, технологией производственных процессов).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F6BC2" w:rsidRPr="009C6300" w:rsidRDefault="008F6BC2" w:rsidP="00A12AD2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6BC2" w:rsidRPr="009C6300" w:rsidRDefault="008F6BC2" w:rsidP="00A12AD2">
            <w:pPr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BC2" w:rsidRPr="009C6300" w:rsidTr="00A12AD2">
        <w:trPr>
          <w:cantSplit/>
          <w:trHeight w:hRule="exact" w:val="77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6BC2" w:rsidRPr="009C6300" w:rsidRDefault="008F6BC2" w:rsidP="00A12AD2">
            <w:pPr>
              <w:shd w:val="clear" w:color="auto" w:fill="FFFFFF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Знакомство с охраной труда на объекте. Оформление документации по т/б и противопожарной безопасности с проведением инструктажей. Оформление актов.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BC2" w:rsidRPr="009C6300" w:rsidTr="00A12AD2">
        <w:trPr>
          <w:cantSplit/>
          <w:trHeight w:hRule="exact" w:val="75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6BC2" w:rsidRPr="009C6300" w:rsidRDefault="008F6BC2" w:rsidP="00A12AD2">
            <w:pPr>
              <w:shd w:val="clear" w:color="auto" w:fill="FFFFFF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spacing w:line="250" w:lineRule="exact"/>
              <w:ind w:right="5"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Работа мастера на участке. Методы и организация производства, механизация работ. Исполнительная документация и отчетность на объекте.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F6BC2" w:rsidRPr="009C6300" w:rsidRDefault="008F6BC2" w:rsidP="00A12AD2">
            <w:pPr>
              <w:shd w:val="clear" w:color="auto" w:fill="FFFFFF"/>
              <w:spacing w:line="250" w:lineRule="exact"/>
              <w:ind w:right="5"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0" w:lineRule="exact"/>
              <w:ind w:right="5"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6BC2" w:rsidRPr="009C6300" w:rsidRDefault="008F6BC2" w:rsidP="00A12AD2">
            <w:pPr>
              <w:shd w:val="clear" w:color="auto" w:fill="FFFFFF"/>
              <w:spacing w:line="250" w:lineRule="exact"/>
              <w:ind w:right="5" w:firstLine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0" w:lineRule="exact"/>
              <w:ind w:right="5" w:firstLine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BC2" w:rsidRPr="009C6300" w:rsidTr="00A12AD2">
        <w:trPr>
          <w:cantSplit/>
          <w:trHeight w:hRule="exact" w:val="26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ind w:right="14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Сбор материалов по объекту дипломного проектирования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F6BC2" w:rsidRPr="009C6300" w:rsidRDefault="008F6BC2" w:rsidP="00A12AD2">
            <w:pPr>
              <w:shd w:val="clear" w:color="auto" w:fill="FFFFFF"/>
              <w:ind w:right="14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ind w:right="14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6BC2" w:rsidRPr="009C6300" w:rsidRDefault="008F6BC2" w:rsidP="00A12AD2">
            <w:pPr>
              <w:shd w:val="clear" w:color="auto" w:fill="FFFFFF"/>
              <w:ind w:right="14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ind w:right="14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BC2" w:rsidRPr="009C6300" w:rsidTr="00A12AD2">
        <w:trPr>
          <w:cantSplit/>
          <w:trHeight w:hRule="exact" w:val="78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6BC2" w:rsidRPr="009C6300" w:rsidRDefault="008F6BC2" w:rsidP="00A12AD2">
            <w:pPr>
              <w:shd w:val="clear" w:color="auto" w:fill="FFFFFF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ind w:right="5" w:hanging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300">
              <w:rPr>
                <w:rFonts w:ascii="Times New Roman" w:hAnsi="Times New Roman"/>
                <w:sz w:val="20"/>
                <w:szCs w:val="20"/>
              </w:rPr>
              <w:t>Обобщение материалов, оформление отчета по практике, получение характеристики, приказа, табеля и получение рецензии и оценки за практику.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ind w:right="5" w:hanging="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4" w:lineRule="exact"/>
              <w:ind w:right="5" w:hanging="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BC2" w:rsidRPr="009C6300" w:rsidRDefault="008F6BC2" w:rsidP="00A12AD2">
            <w:pPr>
              <w:shd w:val="clear" w:color="auto" w:fill="FFFFFF"/>
              <w:spacing w:line="254" w:lineRule="exact"/>
              <w:ind w:right="5" w:hanging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6BC2" w:rsidRPr="009C6300" w:rsidRDefault="008F6BC2" w:rsidP="00A12AD2">
            <w:pPr>
              <w:shd w:val="clear" w:color="auto" w:fill="FFFFFF"/>
              <w:spacing w:line="254" w:lineRule="exact"/>
              <w:ind w:right="5" w:hanging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F6BC2" w:rsidRPr="009C6300" w:rsidRDefault="008F6BC2" w:rsidP="00060864">
      <w:pPr>
        <w:shd w:val="clear" w:color="auto" w:fill="FFFFFF"/>
        <w:ind w:left="29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8F6BC2" w:rsidRPr="009C6300" w:rsidRDefault="008F6BC2" w:rsidP="00060864">
      <w:pPr>
        <w:shd w:val="clear" w:color="auto" w:fill="FFFFFF"/>
        <w:ind w:left="29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8F6BC2" w:rsidRPr="009C6300" w:rsidRDefault="008F6BC2" w:rsidP="00060864">
      <w:pPr>
        <w:shd w:val="clear" w:color="auto" w:fill="FFFFFF"/>
        <w:ind w:left="29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9C6300">
        <w:rPr>
          <w:rFonts w:ascii="Times New Roman" w:hAnsi="Times New Roman"/>
          <w:b/>
          <w:sz w:val="20"/>
          <w:szCs w:val="20"/>
          <w:u w:val="single"/>
        </w:rPr>
        <w:t>Состав отчета по преддипломной практике.</w:t>
      </w:r>
    </w:p>
    <w:p w:rsidR="008F6BC2" w:rsidRPr="009C6300" w:rsidRDefault="008F6BC2" w:rsidP="00060864">
      <w:pPr>
        <w:shd w:val="clear" w:color="auto" w:fill="FFFFFF"/>
        <w:spacing w:before="264" w:line="274" w:lineRule="exact"/>
        <w:ind w:left="43"/>
        <w:rPr>
          <w:rFonts w:ascii="Times New Roman" w:hAnsi="Times New Roman"/>
          <w:b/>
          <w:sz w:val="20"/>
          <w:szCs w:val="20"/>
        </w:rPr>
      </w:pPr>
      <w:r w:rsidRPr="009C6300">
        <w:rPr>
          <w:rFonts w:ascii="Times New Roman" w:hAnsi="Times New Roman"/>
          <w:b/>
          <w:sz w:val="20"/>
          <w:szCs w:val="20"/>
        </w:rPr>
        <w:t>1. Организационно-производственная часть.</w:t>
      </w:r>
    </w:p>
    <w:p w:rsidR="008F6BC2" w:rsidRPr="009C6300" w:rsidRDefault="008F6BC2" w:rsidP="00060864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snapToGrid w:val="0"/>
        <w:spacing w:before="10" w:after="0" w:line="274" w:lineRule="exact"/>
        <w:ind w:left="739" w:hanging="706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Отразить, где и в каком качестве проходил(а) преддипломную практику, в какой</w:t>
      </w:r>
      <w:r w:rsidRPr="009C6300">
        <w:rPr>
          <w:rFonts w:ascii="Times New Roman" w:hAnsi="Times New Roman"/>
          <w:sz w:val="20"/>
          <w:szCs w:val="20"/>
        </w:rPr>
        <w:br/>
        <w:t>бригаде, численность, профессии, специальности, оплата труда.</w:t>
      </w:r>
    </w:p>
    <w:p w:rsidR="008F6BC2" w:rsidRPr="009C6300" w:rsidRDefault="008F6BC2" w:rsidP="00060864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snapToGrid w:val="0"/>
        <w:spacing w:after="0" w:line="274" w:lineRule="exact"/>
        <w:ind w:left="34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Вычертить структуру организации.</w:t>
      </w:r>
    </w:p>
    <w:p w:rsidR="008F6BC2" w:rsidRPr="009C6300" w:rsidRDefault="008F6BC2" w:rsidP="00060864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snapToGrid w:val="0"/>
        <w:spacing w:after="0" w:line="274" w:lineRule="exact"/>
        <w:ind w:left="34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Кто является заказчиком, подрядчиком и субподрядчиком.</w:t>
      </w:r>
    </w:p>
    <w:p w:rsidR="008F6BC2" w:rsidRPr="009C6300" w:rsidRDefault="008F6BC2" w:rsidP="00060864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snapToGrid w:val="0"/>
        <w:spacing w:before="5" w:after="0" w:line="274" w:lineRule="exact"/>
        <w:ind w:left="34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Какие работы выполнялись в период преддипломной практики.</w:t>
      </w:r>
    </w:p>
    <w:p w:rsidR="008F6BC2" w:rsidRPr="009C6300" w:rsidRDefault="008F6BC2" w:rsidP="00060864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snapToGrid w:val="0"/>
        <w:spacing w:before="5" w:after="0" w:line="274" w:lineRule="exact"/>
        <w:ind w:left="34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Осветить права и обязанности мастера участка садово-паркового объекта.</w:t>
      </w:r>
    </w:p>
    <w:p w:rsidR="008F6BC2" w:rsidRPr="009C6300" w:rsidRDefault="008F6BC2" w:rsidP="00060864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snapToGrid w:val="0"/>
        <w:spacing w:after="0" w:line="274" w:lineRule="exact"/>
        <w:ind w:left="34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Надзор за строительством.</w:t>
      </w:r>
    </w:p>
    <w:p w:rsidR="008F6BC2" w:rsidRPr="009C6300" w:rsidRDefault="008F6BC2" w:rsidP="00060864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snapToGrid w:val="0"/>
        <w:spacing w:after="0" w:line="274" w:lineRule="exact"/>
        <w:ind w:left="34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Контроль качества работ.</w:t>
      </w:r>
    </w:p>
    <w:p w:rsidR="008F6BC2" w:rsidRPr="009C6300" w:rsidRDefault="008F6BC2" w:rsidP="00060864">
      <w:pPr>
        <w:shd w:val="clear" w:color="auto" w:fill="FFFFFF"/>
        <w:spacing w:before="5" w:line="274" w:lineRule="exact"/>
        <w:ind w:left="10"/>
        <w:rPr>
          <w:rFonts w:ascii="Times New Roman" w:hAnsi="Times New Roman"/>
          <w:b/>
          <w:sz w:val="20"/>
          <w:szCs w:val="20"/>
        </w:rPr>
      </w:pPr>
      <w:r w:rsidRPr="009C6300">
        <w:rPr>
          <w:rFonts w:ascii="Times New Roman" w:hAnsi="Times New Roman"/>
          <w:b/>
          <w:sz w:val="20"/>
          <w:szCs w:val="20"/>
        </w:rPr>
        <w:t>2. Сбор материалов по объекту дипломного проекта.</w:t>
      </w:r>
    </w:p>
    <w:p w:rsidR="008F6BC2" w:rsidRPr="009C6300" w:rsidRDefault="008F6BC2" w:rsidP="00060864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snapToGrid w:val="0"/>
        <w:spacing w:after="0" w:line="274" w:lineRule="exact"/>
        <w:ind w:left="10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Адрес и название объекта.</w:t>
      </w:r>
    </w:p>
    <w:p w:rsidR="008F6BC2" w:rsidRPr="009C6300" w:rsidRDefault="008F6BC2" w:rsidP="00060864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snapToGrid w:val="0"/>
        <w:spacing w:after="0" w:line="274" w:lineRule="exact"/>
        <w:ind w:left="10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Характеристики объекта.</w:t>
      </w:r>
    </w:p>
    <w:p w:rsidR="008F6BC2" w:rsidRPr="009C6300" w:rsidRDefault="008F6BC2" w:rsidP="00060864">
      <w:pPr>
        <w:widowControl w:val="0"/>
        <w:numPr>
          <w:ilvl w:val="0"/>
          <w:numId w:val="4"/>
        </w:numPr>
        <w:shd w:val="clear" w:color="auto" w:fill="FFFFFF"/>
        <w:tabs>
          <w:tab w:val="left" w:pos="739"/>
        </w:tabs>
        <w:snapToGrid w:val="0"/>
        <w:spacing w:after="0" w:line="274" w:lineRule="exact"/>
        <w:ind w:left="10"/>
        <w:rPr>
          <w:rFonts w:ascii="Times New Roman" w:hAnsi="Times New Roman"/>
          <w:i/>
          <w:sz w:val="20"/>
          <w:szCs w:val="20"/>
        </w:rPr>
      </w:pPr>
      <w:r w:rsidRPr="009C6300">
        <w:rPr>
          <w:rFonts w:ascii="Times New Roman" w:hAnsi="Times New Roman"/>
          <w:i/>
          <w:sz w:val="20"/>
          <w:szCs w:val="20"/>
        </w:rPr>
        <w:t>Назначение и площадь объекта.</w:t>
      </w:r>
    </w:p>
    <w:p w:rsidR="008F6BC2" w:rsidRPr="009C6300" w:rsidRDefault="008F6BC2" w:rsidP="00060864">
      <w:pPr>
        <w:widowControl w:val="0"/>
        <w:numPr>
          <w:ilvl w:val="0"/>
          <w:numId w:val="4"/>
        </w:numPr>
        <w:shd w:val="clear" w:color="auto" w:fill="FFFFFF"/>
        <w:tabs>
          <w:tab w:val="left" w:pos="739"/>
        </w:tabs>
        <w:snapToGrid w:val="0"/>
        <w:spacing w:after="0" w:line="274" w:lineRule="exact"/>
        <w:ind w:left="10"/>
        <w:rPr>
          <w:rFonts w:ascii="Times New Roman" w:hAnsi="Times New Roman"/>
          <w:i/>
          <w:sz w:val="20"/>
          <w:szCs w:val="20"/>
        </w:rPr>
      </w:pPr>
      <w:r w:rsidRPr="009C6300">
        <w:rPr>
          <w:rFonts w:ascii="Times New Roman" w:hAnsi="Times New Roman"/>
          <w:i/>
          <w:sz w:val="20"/>
          <w:szCs w:val="20"/>
        </w:rPr>
        <w:t>Историческая справка об объекте.</w:t>
      </w:r>
    </w:p>
    <w:p w:rsidR="008F6BC2" w:rsidRPr="009C6300" w:rsidRDefault="008F6BC2" w:rsidP="00060864">
      <w:pPr>
        <w:shd w:val="clear" w:color="auto" w:fill="FFFFFF"/>
        <w:tabs>
          <w:tab w:val="left" w:pos="734"/>
        </w:tabs>
        <w:spacing w:line="274" w:lineRule="exact"/>
        <w:ind w:left="10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2.3.</w:t>
      </w:r>
      <w:r w:rsidRPr="009C6300">
        <w:rPr>
          <w:rFonts w:ascii="Times New Roman" w:hAnsi="Times New Roman"/>
          <w:sz w:val="20"/>
          <w:szCs w:val="20"/>
        </w:rPr>
        <w:tab/>
        <w:t>Характеристика природных условий.</w:t>
      </w:r>
    </w:p>
    <w:p w:rsidR="008F6BC2" w:rsidRPr="009C6300" w:rsidRDefault="008F6BC2" w:rsidP="00060864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snapToGrid w:val="0"/>
        <w:spacing w:before="5" w:after="0" w:line="274" w:lineRule="exact"/>
        <w:ind w:left="5"/>
        <w:rPr>
          <w:rFonts w:ascii="Times New Roman" w:hAnsi="Times New Roman"/>
          <w:i/>
          <w:sz w:val="20"/>
          <w:szCs w:val="20"/>
        </w:rPr>
      </w:pPr>
      <w:r w:rsidRPr="009C6300">
        <w:rPr>
          <w:rFonts w:ascii="Times New Roman" w:hAnsi="Times New Roman"/>
          <w:i/>
          <w:sz w:val="20"/>
          <w:szCs w:val="20"/>
        </w:rPr>
        <w:t>Краткие сведения о климате и микроклимате.</w:t>
      </w:r>
    </w:p>
    <w:p w:rsidR="008F6BC2" w:rsidRPr="009C6300" w:rsidRDefault="008F6BC2" w:rsidP="00060864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snapToGrid w:val="0"/>
        <w:spacing w:after="0" w:line="274" w:lineRule="exact"/>
        <w:ind w:left="5"/>
        <w:rPr>
          <w:rFonts w:ascii="Times New Roman" w:hAnsi="Times New Roman"/>
          <w:i/>
          <w:sz w:val="20"/>
          <w:szCs w:val="20"/>
        </w:rPr>
      </w:pPr>
      <w:r w:rsidRPr="009C6300">
        <w:rPr>
          <w:rFonts w:ascii="Times New Roman" w:hAnsi="Times New Roman"/>
          <w:i/>
          <w:sz w:val="20"/>
          <w:szCs w:val="20"/>
        </w:rPr>
        <w:t>Обследование почвенных условий.</w:t>
      </w:r>
    </w:p>
    <w:p w:rsidR="008F6BC2" w:rsidRPr="009C6300" w:rsidRDefault="008F6BC2" w:rsidP="00060864">
      <w:pPr>
        <w:shd w:val="clear" w:color="auto" w:fill="FFFFFF"/>
        <w:tabs>
          <w:tab w:val="left" w:pos="706"/>
          <w:tab w:val="left" w:pos="734"/>
        </w:tabs>
        <w:spacing w:before="5" w:line="274" w:lineRule="exact"/>
        <w:ind w:left="10" w:right="1843"/>
        <w:rPr>
          <w:rFonts w:ascii="Times New Roman" w:hAnsi="Times New Roman"/>
          <w:i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2.4.</w:t>
      </w:r>
      <w:r w:rsidRPr="009C6300">
        <w:rPr>
          <w:rFonts w:ascii="Times New Roman" w:hAnsi="Times New Roman"/>
          <w:sz w:val="20"/>
          <w:szCs w:val="20"/>
        </w:rPr>
        <w:tab/>
        <w:t>Описание благоустройства и существующей растительности.</w:t>
      </w:r>
      <w:r w:rsidRPr="009C6300">
        <w:rPr>
          <w:rFonts w:ascii="Times New Roman" w:hAnsi="Times New Roman"/>
          <w:sz w:val="20"/>
          <w:szCs w:val="20"/>
        </w:rPr>
        <w:br/>
      </w:r>
      <w:r w:rsidRPr="009C6300">
        <w:rPr>
          <w:rFonts w:ascii="Times New Roman" w:hAnsi="Times New Roman"/>
          <w:i/>
          <w:sz w:val="20"/>
          <w:szCs w:val="20"/>
        </w:rPr>
        <w:t>2.4.1.</w:t>
      </w:r>
      <w:r w:rsidRPr="009C6300">
        <w:rPr>
          <w:rFonts w:ascii="Times New Roman" w:hAnsi="Times New Roman"/>
          <w:i/>
          <w:sz w:val="20"/>
          <w:szCs w:val="20"/>
        </w:rPr>
        <w:tab/>
        <w:t>Состояние объекта декоративное и санитарное.</w:t>
      </w:r>
    </w:p>
    <w:p w:rsidR="008F6BC2" w:rsidRPr="009C6300" w:rsidRDefault="008F6BC2" w:rsidP="00060864">
      <w:pPr>
        <w:widowControl w:val="0"/>
        <w:numPr>
          <w:ilvl w:val="0"/>
          <w:numId w:val="6"/>
        </w:numPr>
        <w:shd w:val="clear" w:color="auto" w:fill="FFFFFF"/>
        <w:tabs>
          <w:tab w:val="left" w:pos="734"/>
        </w:tabs>
        <w:snapToGrid w:val="0"/>
        <w:spacing w:after="0" w:line="274" w:lineRule="exact"/>
        <w:ind w:left="734" w:hanging="730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Описание инженерного оборудования. Описание подтвердить планами, разрезами,</w:t>
      </w:r>
      <w:r w:rsidRPr="009C6300">
        <w:rPr>
          <w:rFonts w:ascii="Times New Roman" w:hAnsi="Times New Roman"/>
          <w:sz w:val="20"/>
          <w:szCs w:val="20"/>
        </w:rPr>
        <w:br/>
        <w:t>схемами.</w:t>
      </w:r>
    </w:p>
    <w:p w:rsidR="008F6BC2" w:rsidRPr="009C6300" w:rsidRDefault="008F6BC2" w:rsidP="00060864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snapToGrid w:val="0"/>
        <w:spacing w:after="0" w:line="274" w:lineRule="exact"/>
        <w:ind w:left="5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Механизация производственных процессов.</w:t>
      </w:r>
    </w:p>
    <w:p w:rsidR="008F6BC2" w:rsidRPr="009C6300" w:rsidRDefault="008F6BC2" w:rsidP="00060864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snapToGrid w:val="0"/>
        <w:spacing w:after="0" w:line="274" w:lineRule="exact"/>
        <w:ind w:left="5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Приложить графические материалы по объекту.</w:t>
      </w:r>
    </w:p>
    <w:p w:rsidR="008F6BC2" w:rsidRPr="009C6300" w:rsidRDefault="008F6BC2" w:rsidP="00060864">
      <w:pPr>
        <w:shd w:val="clear" w:color="auto" w:fill="FFFFFF"/>
        <w:spacing w:line="274" w:lineRule="exact"/>
        <w:ind w:left="5"/>
        <w:rPr>
          <w:rFonts w:ascii="Times New Roman" w:hAnsi="Times New Roman"/>
          <w:b/>
          <w:sz w:val="20"/>
          <w:szCs w:val="20"/>
        </w:rPr>
      </w:pPr>
      <w:r w:rsidRPr="009C6300">
        <w:rPr>
          <w:rFonts w:ascii="Times New Roman" w:hAnsi="Times New Roman"/>
          <w:b/>
          <w:sz w:val="20"/>
          <w:szCs w:val="20"/>
        </w:rPr>
        <w:t>3.  Исполнительная документация и отчетность на объекте.</w:t>
      </w:r>
    </w:p>
    <w:p w:rsidR="008F6BC2" w:rsidRPr="009C6300" w:rsidRDefault="008F6BC2" w:rsidP="00060864">
      <w:pPr>
        <w:shd w:val="clear" w:color="auto" w:fill="FFFFFF"/>
        <w:spacing w:line="274" w:lineRule="exact"/>
        <w:ind w:left="730" w:right="5" w:hanging="720"/>
        <w:jc w:val="both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3.1. В этом разделе должны быть приложены образцы или копии следующих документов: акты на скрытые работы, табеля учета рабочего времени, сметные работы, требования на материалы, учет расходов материалов, журнал производства работ (копии).</w:t>
      </w:r>
    </w:p>
    <w:p w:rsidR="008F6BC2" w:rsidRPr="009C6300" w:rsidRDefault="008F6BC2" w:rsidP="00060864">
      <w:pPr>
        <w:shd w:val="clear" w:color="auto" w:fill="FFFFFF"/>
        <w:tabs>
          <w:tab w:val="left" w:leader="underscore" w:pos="730"/>
        </w:tabs>
        <w:spacing w:line="274" w:lineRule="exact"/>
        <w:rPr>
          <w:rFonts w:ascii="Times New Roman" w:hAnsi="Times New Roman"/>
          <w:b/>
          <w:sz w:val="20"/>
          <w:szCs w:val="20"/>
        </w:rPr>
      </w:pPr>
      <w:r w:rsidRPr="009C6300">
        <w:rPr>
          <w:rFonts w:ascii="Times New Roman" w:hAnsi="Times New Roman"/>
          <w:b/>
          <w:sz w:val="20"/>
          <w:szCs w:val="20"/>
        </w:rPr>
        <w:t>4. Техника безопасности.</w:t>
      </w:r>
    </w:p>
    <w:p w:rsidR="008F6BC2" w:rsidRPr="009C6300" w:rsidRDefault="008F6BC2" w:rsidP="00060864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snapToGrid w:val="0"/>
        <w:spacing w:after="0" w:line="274" w:lineRule="exact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Законодательство об охране труда в садово-парковом строительстве.</w:t>
      </w:r>
    </w:p>
    <w:p w:rsidR="008F6BC2" w:rsidRPr="009C6300" w:rsidRDefault="008F6BC2" w:rsidP="00060864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snapToGrid w:val="0"/>
        <w:spacing w:before="5" w:after="0" w:line="274" w:lineRule="exact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Инструктаж по т/б оформление инструктажей.</w:t>
      </w:r>
    </w:p>
    <w:p w:rsidR="008F6BC2" w:rsidRPr="009C6300" w:rsidRDefault="008F6BC2" w:rsidP="00060864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snapToGrid w:val="0"/>
        <w:spacing w:after="0" w:line="274" w:lineRule="exact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Обеспечение пожарных требований на объекте.</w:t>
      </w:r>
    </w:p>
    <w:p w:rsidR="008F6BC2" w:rsidRPr="009C6300" w:rsidRDefault="008F6BC2" w:rsidP="00060864">
      <w:pPr>
        <w:shd w:val="clear" w:color="auto" w:fill="FFFFFF"/>
        <w:tabs>
          <w:tab w:val="left" w:pos="734"/>
        </w:tabs>
        <w:spacing w:line="274" w:lineRule="exact"/>
        <w:ind w:right="2304"/>
        <w:rPr>
          <w:rFonts w:ascii="Times New Roman" w:hAnsi="Times New Roman"/>
          <w:b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4.4.</w:t>
      </w:r>
      <w:r w:rsidRPr="009C6300">
        <w:rPr>
          <w:rFonts w:ascii="Times New Roman" w:hAnsi="Times New Roman"/>
          <w:sz w:val="20"/>
          <w:szCs w:val="20"/>
        </w:rPr>
        <w:tab/>
        <w:t>Оформление актов о несчастных случаях на производстве.</w:t>
      </w:r>
      <w:r w:rsidRPr="009C6300">
        <w:rPr>
          <w:rFonts w:ascii="Times New Roman" w:hAnsi="Times New Roman"/>
          <w:sz w:val="20"/>
          <w:szCs w:val="20"/>
        </w:rPr>
        <w:br/>
      </w:r>
      <w:r w:rsidRPr="009C6300">
        <w:rPr>
          <w:rFonts w:ascii="Times New Roman" w:hAnsi="Times New Roman"/>
          <w:b/>
          <w:sz w:val="20"/>
          <w:szCs w:val="20"/>
        </w:rPr>
        <w:t>5. Выводы по работе участка.</w:t>
      </w:r>
    </w:p>
    <w:p w:rsidR="008F6BC2" w:rsidRPr="009C6300" w:rsidRDefault="008F6BC2" w:rsidP="00060864">
      <w:pPr>
        <w:widowControl w:val="0"/>
        <w:numPr>
          <w:ilvl w:val="0"/>
          <w:numId w:val="9"/>
        </w:numPr>
        <w:shd w:val="clear" w:color="auto" w:fill="FFFFFF"/>
        <w:tabs>
          <w:tab w:val="left" w:pos="730"/>
        </w:tabs>
        <w:snapToGrid w:val="0"/>
        <w:spacing w:after="0" w:line="274" w:lineRule="exact"/>
        <w:ind w:left="10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Эффективность применения методов и организация технологического процесса.</w:t>
      </w:r>
    </w:p>
    <w:p w:rsidR="008F6BC2" w:rsidRPr="009C6300" w:rsidRDefault="008F6BC2" w:rsidP="00060864">
      <w:pPr>
        <w:widowControl w:val="0"/>
        <w:numPr>
          <w:ilvl w:val="0"/>
          <w:numId w:val="9"/>
        </w:numPr>
        <w:shd w:val="clear" w:color="auto" w:fill="FFFFFF"/>
        <w:tabs>
          <w:tab w:val="left" w:pos="730"/>
        </w:tabs>
        <w:snapToGrid w:val="0"/>
        <w:spacing w:after="0" w:line="274" w:lineRule="exact"/>
        <w:ind w:left="10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Рекомендации по улучшению методов производства работ.</w:t>
      </w:r>
    </w:p>
    <w:p w:rsidR="008F6BC2" w:rsidRPr="009C6300" w:rsidRDefault="008F6BC2" w:rsidP="00060864">
      <w:pPr>
        <w:widowControl w:val="0"/>
        <w:numPr>
          <w:ilvl w:val="0"/>
          <w:numId w:val="9"/>
        </w:numPr>
        <w:shd w:val="clear" w:color="auto" w:fill="FFFFFF"/>
        <w:tabs>
          <w:tab w:val="left" w:pos="730"/>
        </w:tabs>
        <w:snapToGrid w:val="0"/>
        <w:spacing w:after="0" w:line="274" w:lineRule="exact"/>
        <w:ind w:left="10"/>
        <w:rPr>
          <w:rFonts w:ascii="Times New Roman" w:hAnsi="Times New Roman"/>
          <w:sz w:val="20"/>
          <w:szCs w:val="20"/>
        </w:rPr>
      </w:pPr>
      <w:r w:rsidRPr="009C6300">
        <w:rPr>
          <w:rFonts w:ascii="Times New Roman" w:hAnsi="Times New Roman"/>
          <w:sz w:val="20"/>
          <w:szCs w:val="20"/>
        </w:rPr>
        <w:t>Недостатки в технологии и организации работ.</w:t>
      </w:r>
    </w:p>
    <w:p w:rsidR="008F6BC2" w:rsidRPr="009C6300" w:rsidRDefault="008F6BC2" w:rsidP="00060864">
      <w:pPr>
        <w:widowControl w:val="0"/>
        <w:shd w:val="clear" w:color="auto" w:fill="FFFFFF"/>
        <w:tabs>
          <w:tab w:val="left" w:pos="730"/>
        </w:tabs>
        <w:snapToGrid w:val="0"/>
        <w:spacing w:line="274" w:lineRule="exact"/>
        <w:rPr>
          <w:rFonts w:ascii="Times New Roman" w:hAnsi="Times New Roman"/>
          <w:sz w:val="20"/>
          <w:szCs w:val="20"/>
        </w:rPr>
      </w:pPr>
    </w:p>
    <w:p w:rsidR="008F6BC2" w:rsidRPr="009C6300" w:rsidRDefault="008F6BC2" w:rsidP="00060864">
      <w:pPr>
        <w:widowControl w:val="0"/>
        <w:shd w:val="clear" w:color="auto" w:fill="FFFFFF"/>
        <w:tabs>
          <w:tab w:val="left" w:pos="730"/>
        </w:tabs>
        <w:snapToGrid w:val="0"/>
        <w:spacing w:line="274" w:lineRule="exact"/>
        <w:rPr>
          <w:rFonts w:ascii="Times New Roman" w:hAnsi="Times New Roman"/>
          <w:sz w:val="20"/>
          <w:szCs w:val="20"/>
        </w:rPr>
      </w:pPr>
    </w:p>
    <w:p w:rsidR="008F6BC2" w:rsidRPr="009C6300" w:rsidRDefault="008F6BC2" w:rsidP="00060864">
      <w:pPr>
        <w:widowControl w:val="0"/>
        <w:shd w:val="clear" w:color="auto" w:fill="FFFFFF"/>
        <w:tabs>
          <w:tab w:val="left" w:pos="730"/>
        </w:tabs>
        <w:snapToGrid w:val="0"/>
        <w:spacing w:line="274" w:lineRule="exact"/>
        <w:rPr>
          <w:rFonts w:ascii="Times New Roman" w:hAnsi="Times New Roman"/>
          <w:sz w:val="20"/>
          <w:szCs w:val="20"/>
        </w:rPr>
      </w:pPr>
    </w:p>
    <w:p w:rsidR="008F6BC2" w:rsidRPr="009C6300" w:rsidRDefault="008F6BC2" w:rsidP="00060864">
      <w:pPr>
        <w:widowControl w:val="0"/>
        <w:shd w:val="clear" w:color="auto" w:fill="FFFFFF"/>
        <w:tabs>
          <w:tab w:val="left" w:pos="730"/>
        </w:tabs>
        <w:snapToGrid w:val="0"/>
        <w:spacing w:line="274" w:lineRule="exact"/>
        <w:rPr>
          <w:rFonts w:ascii="Times New Roman" w:hAnsi="Times New Roman"/>
          <w:sz w:val="20"/>
          <w:szCs w:val="20"/>
        </w:rPr>
      </w:pPr>
    </w:p>
    <w:p w:rsidR="008F6BC2" w:rsidRPr="009C6300" w:rsidRDefault="008F6BC2" w:rsidP="00060864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9C6300">
        <w:rPr>
          <w:rFonts w:ascii="Times New Roman" w:hAnsi="Times New Roman"/>
          <w:sz w:val="20"/>
        </w:rPr>
        <w:t xml:space="preserve">Задание выдал </w:t>
      </w:r>
    </w:p>
    <w:p w:rsidR="008F6BC2" w:rsidRPr="009C6300" w:rsidRDefault="008F6BC2" w:rsidP="00060864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9C6300">
        <w:rPr>
          <w:rFonts w:ascii="Times New Roman" w:hAnsi="Times New Roman"/>
          <w:sz w:val="20"/>
        </w:rPr>
        <w:t>Руководитель</w:t>
      </w:r>
      <w:r w:rsidRPr="009C6300">
        <w:rPr>
          <w:rFonts w:ascii="Times New Roman" w:hAnsi="Times New Roman"/>
          <w:sz w:val="20"/>
        </w:rPr>
        <w:tab/>
        <w:t>практики                                                                                  _________________</w:t>
      </w:r>
    </w:p>
    <w:p w:rsidR="008F6BC2" w:rsidRPr="009C6300" w:rsidRDefault="008F6BC2" w:rsidP="00060864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9C6300">
        <w:rPr>
          <w:rFonts w:ascii="Times New Roman" w:hAnsi="Times New Roman"/>
          <w:sz w:val="20"/>
        </w:rPr>
        <w:t xml:space="preserve"> </w:t>
      </w:r>
      <w:r w:rsidRPr="009C6300">
        <w:rPr>
          <w:rFonts w:ascii="Times New Roman" w:hAnsi="Times New Roman"/>
          <w:spacing w:val="-4"/>
          <w:sz w:val="20"/>
        </w:rPr>
        <w:t>« _____  » _________________</w:t>
      </w:r>
      <w:r w:rsidRPr="009C6300">
        <w:rPr>
          <w:rFonts w:ascii="Times New Roman" w:hAnsi="Times New Roman"/>
          <w:sz w:val="20"/>
        </w:rPr>
        <w:tab/>
      </w:r>
      <w:r w:rsidRPr="009C6300">
        <w:rPr>
          <w:rFonts w:ascii="Times New Roman" w:hAnsi="Times New Roman"/>
          <w:spacing w:val="6"/>
          <w:sz w:val="20"/>
        </w:rPr>
        <w:t>20___  г.</w:t>
      </w:r>
    </w:p>
    <w:p w:rsidR="008F6BC2" w:rsidRPr="009C6300" w:rsidRDefault="008F6BC2" w:rsidP="00060864">
      <w:pPr>
        <w:pStyle w:val="Title"/>
        <w:rPr>
          <w:sz w:val="20"/>
        </w:rPr>
      </w:pPr>
    </w:p>
    <w:p w:rsidR="008F6BC2" w:rsidRPr="009C6300" w:rsidRDefault="008F6BC2" w:rsidP="00060864">
      <w:pPr>
        <w:pStyle w:val="Title"/>
        <w:rPr>
          <w:sz w:val="20"/>
        </w:rPr>
      </w:pPr>
    </w:p>
    <w:p w:rsidR="008F6BC2" w:rsidRPr="009C6300" w:rsidRDefault="008F6BC2" w:rsidP="00060864">
      <w:pPr>
        <w:pStyle w:val="Title"/>
        <w:rPr>
          <w:sz w:val="20"/>
        </w:rPr>
      </w:pPr>
    </w:p>
    <w:p w:rsidR="008F6BC2" w:rsidRPr="009C6300" w:rsidRDefault="008F6BC2" w:rsidP="00060864">
      <w:pPr>
        <w:pStyle w:val="Title"/>
        <w:rPr>
          <w:sz w:val="20"/>
        </w:rPr>
      </w:pPr>
    </w:p>
    <w:p w:rsidR="008F6BC2" w:rsidRPr="009C6300" w:rsidRDefault="008F6BC2">
      <w:pPr>
        <w:rPr>
          <w:rFonts w:ascii="Times New Roman" w:hAnsi="Times New Roman"/>
        </w:rPr>
      </w:pPr>
    </w:p>
    <w:sectPr w:rsidR="008F6BC2" w:rsidRPr="009C6300" w:rsidSect="0017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053"/>
    <w:multiLevelType w:val="singleLevel"/>
    <w:tmpl w:val="171833D4"/>
    <w:lvl w:ilvl="0">
      <w:start w:val="1"/>
      <w:numFmt w:val="decimal"/>
      <w:lvlText w:val="1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">
    <w:nsid w:val="0AFA47BF"/>
    <w:multiLevelType w:val="singleLevel"/>
    <w:tmpl w:val="761466C2"/>
    <w:lvl w:ilvl="0">
      <w:start w:val="1"/>
      <w:numFmt w:val="decimal"/>
      <w:lvlText w:val="5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>
    <w:nsid w:val="399F4364"/>
    <w:multiLevelType w:val="singleLevel"/>
    <w:tmpl w:val="312E0F84"/>
    <w:lvl w:ilvl="0">
      <w:start w:val="1"/>
      <w:numFmt w:val="decimal"/>
      <w:lvlText w:val="2.2.%1."/>
      <w:legacy w:legacy="1" w:legacySpace="0" w:legacyIndent="729"/>
      <w:lvlJc w:val="left"/>
      <w:rPr>
        <w:rFonts w:ascii="Times New Roman" w:hAnsi="Times New Roman" w:cs="Times New Roman" w:hint="default"/>
      </w:rPr>
    </w:lvl>
  </w:abstractNum>
  <w:abstractNum w:abstractNumId="3">
    <w:nsid w:val="3D1C0D10"/>
    <w:multiLevelType w:val="singleLevel"/>
    <w:tmpl w:val="9012785C"/>
    <w:lvl w:ilvl="0">
      <w:start w:val="5"/>
      <w:numFmt w:val="decimal"/>
      <w:lvlText w:val="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4">
    <w:nsid w:val="55B377B4"/>
    <w:multiLevelType w:val="singleLevel"/>
    <w:tmpl w:val="F53EF062"/>
    <w:lvl w:ilvl="0">
      <w:start w:val="1"/>
      <w:numFmt w:val="decimal"/>
      <w:lvlText w:val="2.%1."/>
      <w:legacy w:legacy="1" w:legacySpace="0" w:legacyIndent="724"/>
      <w:lvlJc w:val="left"/>
      <w:rPr>
        <w:rFonts w:ascii="Times New Roman" w:hAnsi="Times New Roman" w:cs="Times New Roman" w:hint="default"/>
      </w:rPr>
    </w:lvl>
  </w:abstractNum>
  <w:abstractNum w:abstractNumId="5">
    <w:nsid w:val="5E79056E"/>
    <w:multiLevelType w:val="singleLevel"/>
    <w:tmpl w:val="12D02FEA"/>
    <w:lvl w:ilvl="0">
      <w:start w:val="1"/>
      <w:numFmt w:val="decimal"/>
      <w:lvlText w:val="2.3.%1."/>
      <w:legacy w:legacy="1" w:legacySpace="0" w:legacyIndent="729"/>
      <w:lvlJc w:val="left"/>
      <w:rPr>
        <w:rFonts w:ascii="Times New Roman" w:hAnsi="Times New Roman" w:cs="Times New Roman" w:hint="default"/>
      </w:rPr>
    </w:lvl>
  </w:abstractNum>
  <w:abstractNum w:abstractNumId="6">
    <w:nsid w:val="64707C32"/>
    <w:multiLevelType w:val="singleLevel"/>
    <w:tmpl w:val="C0FC102E"/>
    <w:lvl w:ilvl="0">
      <w:start w:val="1"/>
      <w:numFmt w:val="decimal"/>
      <w:lvlText w:val="4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1.%1."/>
        <w:legacy w:legacy="1" w:legacySpace="0" w:legacyIndent="70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3"/>
    <w:lvlOverride w:ilvl="0">
      <w:startOverride w:val="5"/>
    </w:lvlOverride>
  </w:num>
  <w:num w:numId="7">
    <w:abstractNumId w:val="3"/>
    <w:lvlOverride w:ilvl="0">
      <w:lvl w:ilvl="0">
        <w:start w:val="5"/>
        <w:numFmt w:val="decimal"/>
        <w:lvlText w:val="2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  <w:lvlOverride w:ilvl="0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64"/>
    <w:rsid w:val="00060864"/>
    <w:rsid w:val="00135564"/>
    <w:rsid w:val="001765BB"/>
    <w:rsid w:val="002407D9"/>
    <w:rsid w:val="003D3CB2"/>
    <w:rsid w:val="008962D7"/>
    <w:rsid w:val="008F6BC2"/>
    <w:rsid w:val="00920D85"/>
    <w:rsid w:val="009C6300"/>
    <w:rsid w:val="00A12AD2"/>
    <w:rsid w:val="00C4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B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60864"/>
    <w:pPr>
      <w:keepNext/>
      <w:widowControl w:val="0"/>
      <w:snapToGrid w:val="0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0864"/>
    <w:rPr>
      <w:rFonts w:ascii="Times New Roman" w:hAnsi="Times New Roman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6086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60864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689</Words>
  <Characters>3929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Boykov</cp:lastModifiedBy>
  <cp:revision>3</cp:revision>
  <dcterms:created xsi:type="dcterms:W3CDTF">2012-05-24T15:54:00Z</dcterms:created>
  <dcterms:modified xsi:type="dcterms:W3CDTF">2012-05-30T11:50:00Z</dcterms:modified>
</cp:coreProperties>
</file>